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12" w:rsidRDefault="00060512" w:rsidP="00075B38">
      <w:pPr>
        <w:spacing w:after="0" w:line="240" w:lineRule="auto"/>
        <w:rPr>
          <w:b/>
          <w:sz w:val="32"/>
          <w:szCs w:val="32"/>
        </w:rPr>
      </w:pPr>
      <w:r w:rsidRPr="00075B38">
        <w:rPr>
          <w:b/>
          <w:sz w:val="32"/>
          <w:szCs w:val="32"/>
        </w:rPr>
        <w:t xml:space="preserve">Тема: </w:t>
      </w:r>
      <w:r>
        <w:rPr>
          <w:b/>
          <w:sz w:val="32"/>
          <w:szCs w:val="32"/>
        </w:rPr>
        <w:t>«Прыжок». Л.Н.Толстой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Откуда и куда шёл корабль?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Где происходит действие рассказа</w:t>
      </w:r>
      <w:r w:rsidRPr="002E0723">
        <w:rPr>
          <w:rFonts w:ascii="Times New Roman" w:hAnsi="Times New Roman"/>
          <w:b/>
          <w:sz w:val="28"/>
          <w:szCs w:val="28"/>
        </w:rPr>
        <w:t>?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Кто развлекал людей на палубе</w:t>
      </w:r>
      <w:r w:rsidRPr="002E0723">
        <w:rPr>
          <w:rFonts w:ascii="Times New Roman" w:hAnsi="Times New Roman"/>
          <w:b/>
          <w:sz w:val="28"/>
          <w:szCs w:val="28"/>
        </w:rPr>
        <w:t>?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Сколько лет было сыну капитана</w:t>
      </w:r>
      <w:r w:rsidRPr="002E0723">
        <w:rPr>
          <w:rFonts w:ascii="Times New Roman" w:hAnsi="Times New Roman"/>
          <w:b/>
          <w:sz w:val="28"/>
          <w:szCs w:val="28"/>
        </w:rPr>
        <w:t>?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Почему мальчик залез на мачту</w:t>
      </w:r>
      <w:r w:rsidRPr="002E0723">
        <w:rPr>
          <w:rFonts w:ascii="Times New Roman" w:hAnsi="Times New Roman"/>
          <w:b/>
          <w:sz w:val="28"/>
          <w:szCs w:val="28"/>
        </w:rPr>
        <w:t>?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1038D">
        <w:rPr>
          <w:rFonts w:ascii="Times New Roman" w:hAnsi="Times New Roman"/>
          <w:b/>
          <w:sz w:val="28"/>
          <w:szCs w:val="28"/>
        </w:rPr>
        <w:t>6. Что сделала обезьяна со шляпой мальчика?</w:t>
      </w:r>
    </w:p>
    <w:p w:rsidR="00060512" w:rsidRPr="00C1038D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1038D">
        <w:rPr>
          <w:rFonts w:ascii="Times New Roman" w:hAnsi="Times New Roman"/>
          <w:b/>
          <w:sz w:val="28"/>
          <w:szCs w:val="28"/>
        </w:rPr>
        <w:t>7. Почему все люди замерли, глядя на мальчика?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1038D">
        <w:rPr>
          <w:rFonts w:ascii="Times New Roman" w:hAnsi="Times New Roman"/>
          <w:b/>
          <w:sz w:val="28"/>
          <w:szCs w:val="28"/>
        </w:rPr>
        <w:t>8. Зачем капитан вышел на палубу с ружьём?</w:t>
      </w:r>
    </w:p>
    <w:p w:rsidR="00060512" w:rsidRPr="00C1038D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60512" w:rsidRPr="00C1038D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1038D">
        <w:rPr>
          <w:rFonts w:ascii="Times New Roman" w:hAnsi="Times New Roman"/>
          <w:b/>
          <w:sz w:val="28"/>
          <w:szCs w:val="28"/>
        </w:rPr>
        <w:t>9. Кто и почему крикнул мальчику: «Прыгай или застрелю!»?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0512" w:rsidRDefault="00060512" w:rsidP="00075B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0512" w:rsidRDefault="00060512" w:rsidP="00075B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0512" w:rsidRDefault="00060512" w:rsidP="00075B38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Т</w:t>
      </w:r>
      <w:r w:rsidRPr="00075B38">
        <w:rPr>
          <w:b/>
          <w:sz w:val="32"/>
          <w:szCs w:val="32"/>
        </w:rPr>
        <w:t xml:space="preserve">ема: </w:t>
      </w:r>
      <w:r>
        <w:rPr>
          <w:b/>
          <w:sz w:val="32"/>
          <w:szCs w:val="32"/>
        </w:rPr>
        <w:t>«Лев и собачка» Л.Н.Толстой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Где происходит сюжет?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Какой была плата за просмотр диких животных?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>Где взял человек собачку, которую принёс в зверинец?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Как произошло знакомство льва и собачки?</w:t>
      </w:r>
    </w:p>
    <w:p w:rsidR="00060512" w:rsidRPr="002E0723" w:rsidRDefault="00060512" w:rsidP="00075B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</w:t>
      </w:r>
    </w:p>
    <w:p w:rsidR="00060512" w:rsidRDefault="00060512" w:rsidP="00075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723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«Когда хозяин бросил льву мясо,…»</w:t>
      </w:r>
    </w:p>
    <w:p w:rsidR="00060512" w:rsidRPr="00757187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</w:t>
      </w:r>
    </w:p>
    <w:p w:rsidR="00060512" w:rsidRPr="00757187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187">
        <w:rPr>
          <w:rFonts w:ascii="Times New Roman" w:hAnsi="Times New Roman"/>
          <w:b/>
          <w:sz w:val="28"/>
          <w:szCs w:val="28"/>
        </w:rPr>
        <w:t>6. «Вечером, когда лев лёг спать, …»</w:t>
      </w:r>
    </w:p>
    <w:p w:rsidR="00060512" w:rsidRPr="00757187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187">
        <w:rPr>
          <w:rFonts w:ascii="Times New Roman" w:hAnsi="Times New Roman"/>
          <w:b/>
          <w:sz w:val="28"/>
          <w:szCs w:val="28"/>
        </w:rPr>
        <w:t>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__________________________________________</w:t>
      </w:r>
    </w:p>
    <w:p w:rsidR="00060512" w:rsidRPr="00757187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187">
        <w:rPr>
          <w:rFonts w:ascii="Times New Roman" w:hAnsi="Times New Roman"/>
          <w:b/>
          <w:sz w:val="28"/>
          <w:szCs w:val="28"/>
        </w:rPr>
        <w:t>7. Кто узнал собачку?______________________________</w:t>
      </w:r>
    </w:p>
    <w:p w:rsidR="00060512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187">
        <w:rPr>
          <w:rFonts w:ascii="Times New Roman" w:hAnsi="Times New Roman"/>
          <w:b/>
          <w:sz w:val="28"/>
          <w:szCs w:val="28"/>
        </w:rPr>
        <w:t>8. Сколько вместе прожили лев и собачка?____________</w:t>
      </w:r>
    </w:p>
    <w:p w:rsidR="00060512" w:rsidRPr="00757187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187">
        <w:rPr>
          <w:rFonts w:ascii="Times New Roman" w:hAnsi="Times New Roman"/>
          <w:b/>
          <w:sz w:val="28"/>
          <w:szCs w:val="28"/>
        </w:rPr>
        <w:t>9. «Когда лев понял, что собачка умерла, …»</w:t>
      </w:r>
    </w:p>
    <w:p w:rsidR="00060512" w:rsidRPr="00757187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187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</w:t>
      </w:r>
    </w:p>
    <w:p w:rsidR="00060512" w:rsidRPr="00757187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187">
        <w:rPr>
          <w:rFonts w:ascii="Times New Roman" w:hAnsi="Times New Roman"/>
          <w:b/>
          <w:sz w:val="28"/>
          <w:szCs w:val="28"/>
        </w:rPr>
        <w:t>10. Чем закончился рассказ?</w:t>
      </w:r>
    </w:p>
    <w:p w:rsidR="00060512" w:rsidRPr="00757187" w:rsidRDefault="00060512" w:rsidP="002E07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187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</w:t>
      </w:r>
    </w:p>
    <w:sectPr w:rsidR="00060512" w:rsidRPr="00757187" w:rsidSect="002E0723">
      <w:pgSz w:w="16838" w:h="11906" w:orient="landscape"/>
      <w:pgMar w:top="851" w:right="851" w:bottom="851" w:left="85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B38"/>
    <w:rsid w:val="000571E8"/>
    <w:rsid w:val="00060512"/>
    <w:rsid w:val="00075B38"/>
    <w:rsid w:val="00132588"/>
    <w:rsid w:val="00137BD6"/>
    <w:rsid w:val="002E0723"/>
    <w:rsid w:val="00316533"/>
    <w:rsid w:val="00437D31"/>
    <w:rsid w:val="00544880"/>
    <w:rsid w:val="005460BC"/>
    <w:rsid w:val="00757187"/>
    <w:rsid w:val="0080734F"/>
    <w:rsid w:val="00C1038D"/>
    <w:rsid w:val="00F721D6"/>
    <w:rsid w:val="00FD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05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376</Words>
  <Characters>2148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«Прыжок»</dc:title>
  <dc:subject/>
  <dc:creator>Администратор</dc:creator>
  <cp:keywords/>
  <dc:description/>
  <cp:lastModifiedBy>User</cp:lastModifiedBy>
  <cp:revision>4</cp:revision>
  <cp:lastPrinted>2015-10-25T11:41:00Z</cp:lastPrinted>
  <dcterms:created xsi:type="dcterms:W3CDTF">2015-10-25T11:12:00Z</dcterms:created>
  <dcterms:modified xsi:type="dcterms:W3CDTF">2015-10-25T11:41:00Z</dcterms:modified>
</cp:coreProperties>
</file>