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4E6" w:rsidRPr="00634D0B" w:rsidRDefault="008874E6" w:rsidP="00C928E6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634D0B">
        <w:rPr>
          <w:rFonts w:ascii="Times New Roman" w:hAnsi="Times New Roman" w:cs="Times New Roman"/>
          <w:sz w:val="32"/>
          <w:szCs w:val="32"/>
        </w:rPr>
        <w:t>Календарно-тематическое планирование по физической культуре 1 класс</w:t>
      </w:r>
    </w:p>
    <w:tbl>
      <w:tblPr>
        <w:tblW w:w="1527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6"/>
        <w:gridCol w:w="1992"/>
        <w:gridCol w:w="3826"/>
        <w:gridCol w:w="3118"/>
        <w:gridCol w:w="2694"/>
        <w:gridCol w:w="1277"/>
        <w:gridCol w:w="992"/>
        <w:gridCol w:w="851"/>
      </w:tblGrid>
      <w:tr w:rsidR="008874E6" w:rsidRPr="003159F8">
        <w:trPr>
          <w:cantSplit/>
          <w:trHeight w:val="720"/>
        </w:trPr>
        <w:tc>
          <w:tcPr>
            <w:tcW w:w="526" w:type="dxa"/>
            <w:vMerge w:val="restart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992" w:type="dxa"/>
            <w:vMerge w:val="restart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Тема  урока</w:t>
            </w:r>
          </w:p>
        </w:tc>
        <w:tc>
          <w:tcPr>
            <w:tcW w:w="3827" w:type="dxa"/>
            <w:vMerge w:val="restart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3159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Изучаемый раздел, тема учебного материала </w:t>
            </w:r>
          </w:p>
        </w:tc>
        <w:tc>
          <w:tcPr>
            <w:tcW w:w="3116" w:type="dxa"/>
            <w:vMerge w:val="restart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Формирование универсальных учебных действий (УУД)</w:t>
            </w:r>
          </w:p>
        </w:tc>
        <w:tc>
          <w:tcPr>
            <w:tcW w:w="2695" w:type="dxa"/>
            <w:vMerge w:val="restart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Характеристика деятельности учащихся</w:t>
            </w:r>
          </w:p>
        </w:tc>
        <w:tc>
          <w:tcPr>
            <w:tcW w:w="1277" w:type="dxa"/>
            <w:vMerge w:val="restart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Тип урока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</w:tr>
      <w:tr w:rsidR="008874E6" w:rsidRPr="003159F8">
        <w:trPr>
          <w:cantSplit/>
          <w:trHeight w:val="1140"/>
        </w:trPr>
        <w:tc>
          <w:tcPr>
            <w:tcW w:w="526" w:type="dxa"/>
            <w:vMerge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vMerge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  <w:vMerge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1.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Вводный урок. Инструктаж по ТБ. Ходьба под счет. Подвижная игра «Два мороза».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Ходьба на носках, на пятках. Обычный бег. Бег с ускорением Развитие скоростных качеств..</w:t>
            </w:r>
          </w:p>
        </w:tc>
        <w:tc>
          <w:tcPr>
            <w:tcW w:w="3116" w:type="dxa"/>
            <w:vMerge w:val="restart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результаты:</w:t>
            </w:r>
          </w:p>
          <w:p w:rsidR="008874E6" w:rsidRPr="003159F8" w:rsidRDefault="008874E6" w:rsidP="003159F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8874E6" w:rsidRPr="003159F8" w:rsidRDefault="008874E6" w:rsidP="003159F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8874E6" w:rsidRPr="003159F8" w:rsidRDefault="008874E6" w:rsidP="003159F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проявлять дисциплинированность, трудолюбие и упорство в достижении поставленных целей;</w:t>
            </w:r>
          </w:p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 результаты: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находить ошибки при выполнении учебных заданий, отбирать способы их исправления;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управлять эмоциями при общении со сверстниками и взрослыми, сохранять хладнокровие, сдержанность, рассудительность;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Предметные результаты 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взаимодействовать со сверстниками по правилам проведения подвижных игр и соревнований;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выполнять технические действия из базовых видов спорта, применять их в игровой и соревновательной деятельности.</w:t>
            </w:r>
          </w:p>
        </w:tc>
        <w:tc>
          <w:tcPr>
            <w:tcW w:w="2695" w:type="dxa"/>
            <w:vMerge w:val="restart"/>
          </w:tcPr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Сравнивают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физкультуру и спорт эпохи Античности с современной физкультурой и спортом. Называют движения, которые выполняют первобыт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ные люди на рисунке. </w:t>
            </w:r>
          </w:p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Усваивают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основные понятия и термины в беге и объясняют их назначение.</w:t>
            </w:r>
          </w:p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Взаимодействуют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 сверстниками в процессе освое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ния беговых и прыжковых упражнений, при этом со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блюдают правила безопасности.</w:t>
            </w:r>
          </w:p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Демонстрируют 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вариативное выполнение беговых упражнений.</w:t>
            </w:r>
          </w:p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Включают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прыжковые упражнения в различные фор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мы занятий по физической культуре.</w:t>
            </w:r>
          </w:p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Выбирают 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индивидуальный темп передвижения, кон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тролируют темп бега по частоте сердечных сокраще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ний.</w:t>
            </w: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5.09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1992" w:type="dxa"/>
            <w:vAlign w:val="center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Ходьба под счет.. Подвижная игра «Вызов номера».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Ходьба на носках, на пятках. Обычный бег. Бег с ускорением. Бег 30 м. Понятие </w:t>
            </w:r>
            <w:r w:rsidRPr="003159F8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короткая дистанция.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Развитие скоростных качеств 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3.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Разновидности ходьбы. Подвижная игра «Вызов номеров».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 с ускорением. Бег 60 м. Общеразвивающие упражнения (ОРУ). Ходьба с высоким подниманием бедра. Развитие скоростных качеств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Ходьба под счёт. Подвижная игра «Гуси-лебеди».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 Ходьба на носках, пятках. Обычный бег. Бег с ускорением. Бег 30, 60 м Понятие «короткая дистанция».. 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Разновидности ходьбы. Бег с ускорением. Подвижная игра «Вызов номеров».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Бег 60 м. ОРУ. Ходьба с высоким подниманием бедра. Развитие скоростных качеств.  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Прыжки на одной ноге, на двух на месте .  ОРУ. Подвижная игра «Два мороза».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Прыжки с продвижением вперед. Прыжок в длину с места. ОРУ.  Развитие скоростно-силовых качеств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Прыжки на одной ноге, на двух на месте. Подвижная игра «Два мороза».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Прыжки с продвижением вперед. Прыжок в длину с места. ОРУ. Развитие скоростно-силовых качеств</w:t>
            </w:r>
          </w:p>
        </w:tc>
        <w:tc>
          <w:tcPr>
            <w:tcW w:w="3116" w:type="dxa"/>
            <w:vMerge w:val="restart"/>
          </w:tcPr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• развитие мотивов учебной деятельности и личностный смысл учения, принятие и освоение социальной роли обуча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ющего;</w:t>
            </w:r>
          </w:p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• развитие самостоятельности и личной ответственности за свои поступки на основе представлений о нравственных нор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мах, социальной справедливости и свободе;</w:t>
            </w:r>
          </w:p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 результаты</w:t>
            </w:r>
          </w:p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• овладение способностью принимать и сохранять цели и за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дачи учебной деятельности, поиска средств её осуществления;</w:t>
            </w:r>
          </w:p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• определение общей цели и путей её достижения; умение договариваться о распределении функций и ролей в совмест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ной деятельности; 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 результаты</w:t>
            </w:r>
          </w:p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•овладение умениями организовывать здоровьесберегающую жизнедеятельность);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•формирование навыка систематического наблюдения за своим физическим состоянием, величиной физических нагру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зок.</w:t>
            </w:r>
          </w:p>
        </w:tc>
        <w:tc>
          <w:tcPr>
            <w:tcW w:w="2695" w:type="dxa"/>
            <w:vMerge w:val="restart"/>
          </w:tcPr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Закрепляют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играх навыки прыжков.</w:t>
            </w:r>
          </w:p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Включают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прыжковые упражнения в различные фор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мы занятий по физической культуре.</w:t>
            </w:r>
          </w:p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Описывают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технику выполнения прыжковых упраж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нений, осваивают её самостоятельно, выявляют и устраняют характерные ошибки в процессе освоения.</w:t>
            </w:r>
          </w:p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Применяют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беговые упражнения для развития коор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динационных, скоростных способностей.</w:t>
            </w: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Прыжки на одной ноге, на двух на месте.  Подвижная игра «Лисы и куры».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Прыжки с продвижением вперед. Прыжок в длину с места. ОРУ. Развитие скоростно-силовых качеств 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Метание малого мяча. Подвижная игра «К своим флажкам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Метание малого мяча из положения стоя грудью в направления метания.. ОРУ. Развитие скоростно-силовых способностей    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Метание малого мяча.  Подвижная игра «Попади в мяч».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Метание малого мяча из положения стоя грудью в направления метания.. ОРУ. Развитие скоростно-силовых способностей    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Метание малого мяча  Подвижная игра «Кто дальше бросит»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Метание малого мяча из положения стоя грудью в направления метания на заданное расстояние.  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бег. Подвижная игра «Пятнашки».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 (3 минуты). Чередование ходьбы, бега (бег 50 м, ходьба 100 м ОРУ. Развитие выносли-вости. Понятие </w:t>
            </w:r>
            <w:r w:rsidRPr="003159F8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скорость бега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3116" w:type="dxa"/>
            <w:vMerge w:val="restart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результаты:</w:t>
            </w:r>
          </w:p>
          <w:p w:rsidR="008874E6" w:rsidRPr="003159F8" w:rsidRDefault="008874E6" w:rsidP="003159F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6" w:firstLine="28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8874E6" w:rsidRPr="003159F8" w:rsidRDefault="008874E6" w:rsidP="003159F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6" w:firstLine="28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8874E6" w:rsidRPr="003159F8" w:rsidRDefault="008874E6" w:rsidP="003159F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6" w:firstLine="28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проявлять дисциплинированность, трудолюбие и упорство в достижении поставленных целей;</w:t>
            </w:r>
          </w:p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 результаты: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характеризовать явления (действия и поступки), давать им объективную оценку на основе освоенных знаний и имеющегося опыта;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находить ошибки при выполнении учебных заданий, отбирать способы их исправления;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управлять эмоциями при общении со сверстниками и взрослыми, сохранять хладнокровие, сдержанность, рассудительность;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Предметные результаты 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взаимодействовать со сверстниками по правилам проведения подвижных игр и соревнований;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выполнять технические действия из базовых видов спорта, применять их в игровой и соревновательной деятельности;</w:t>
            </w:r>
          </w:p>
        </w:tc>
        <w:tc>
          <w:tcPr>
            <w:tcW w:w="2695" w:type="dxa"/>
            <w:vMerge w:val="restart"/>
          </w:tcPr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Описывают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технику выполнения беговых упраж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нений, осваивают её самостоятельно, выявляют и устраняют характерные ошибки в процессе освоения.</w:t>
            </w:r>
          </w:p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Демонстрируют 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вариативное выполнение беговых упражнений.</w:t>
            </w:r>
          </w:p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Применяют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беговые упражнения для развития коор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динационных, скоростных способностей.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Выбирают 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индивидуальный темп передвижения, кон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тролируют темп бега по частоте сердечных сокраще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ний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Раскрывают понятия: </w:t>
            </w:r>
            <w:r w:rsidRPr="003159F8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скорость бега, дистанция, здоровье.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Определяют 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ситуации, требующее применения правил предупреждения травматизма.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Определяют 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 спортивной одежды в зависимости от времени года и погодных условий.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Учатся 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бегать в равномерном темпе до 10 минут; бегать по слабо пересеченной местности до 1 км</w:t>
            </w: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Равномерный бег. (Подвижная игра «Пятнашки».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Равномерный бег (3 минуты). Чередование ходьбы, бега (бег 50 м, ходьба 100 м). ОРУ. Развитие выносли-вости. Понятие </w:t>
            </w:r>
            <w:r w:rsidRPr="003159F8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скорость бега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бег. Подвижная игра «Пятнашки».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 (3 минуты). Чередование ходьбы, бега (бег 50 м, ходьба 100 м). ОРУ. Развитие выносли-вости. Понятие </w:t>
            </w:r>
            <w:r w:rsidRPr="003159F8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скорость бега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Равномерный. </w:t>
            </w:r>
          </w:p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Подвижная игра «Третий лишний».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 4 минуты. Чередование ходьбы, бега (бег 50 м, ходьба 100 м). ОРУ. Развитие выносливости. Понятие </w:t>
            </w:r>
            <w:r w:rsidRPr="003159F8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дистанция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бег. Подвижная игра «Третий лишний».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 4 минуты. Чередование ходьбы, бега (бег 50 м, ходьба 100 м). Подвижная ОРУ. Развитие выносливости. Понятие </w:t>
            </w:r>
            <w:r w:rsidRPr="003159F8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дистанция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бег. Подвижная игра «Третий лишний».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 5 минут. Чередование ходьбы, бега (бег 50 м, ходьба 100 м). Подвижная игра «Третий лишний». ОРУ. Развитие выносливости. Понятие </w:t>
            </w:r>
            <w:r w:rsidRPr="003159F8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здоровье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бег.  Подвижная игра «Пятнашки».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 5 минут. Чередование ходьбы, бега (бег 60 м, ходьба 100 м). ОРУ Подвижная игра «Пятнашки».. Развитие выносливости 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бег. Подвижная игра «Пятнашки».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 5 минут. Чередование ходьбы, бега (бег 50 м, ходьба 100 м). Подвижная игра «Пятнашки». ОРУ. Развитие выносливости 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rPr>
          <w:trHeight w:val="942"/>
        </w:trPr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бег.  Подвижная игра «Пятнашки».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 5 минут. Чередование ходьбы, бега (бег 50 м, ходьба 100 м). Подвижная игра «Пятнашки». ОРУ. Развитие выносливости 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rPr>
          <w:trHeight w:val="942"/>
        </w:trPr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бег. Подвижная игра «Конники-спортсмены».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Равномерный бег 6 минут. Чередование ходьбы, бега (бег 50 м, ходьба 100 м). Подвижная игра «Конники-спортсмены». ОРУ. Развитие выносливости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rPr>
          <w:trHeight w:val="942"/>
        </w:trPr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бег. Подвижная игра «Конники-спортсмены».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Равномерный бег 6 минут. Чередование ходьбы, бега (бег 50 м, ходьба 100 м). Подвижная игра «Конники-спортсмены». ОРУ. Развитие выносливости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Построение в колону по одному, в шеренгу, в круг.    Инструктаж по ТБ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Основная стойка. Построение в колону по одному и в шеренгу, в круг.  Развитие координационных способностей. Инструктаж по ТБ</w:t>
            </w:r>
          </w:p>
        </w:tc>
        <w:tc>
          <w:tcPr>
            <w:tcW w:w="3116" w:type="dxa"/>
            <w:vMerge w:val="restart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результаты:</w:t>
            </w:r>
          </w:p>
          <w:p w:rsidR="008874E6" w:rsidRPr="003159F8" w:rsidRDefault="008874E6" w:rsidP="003159F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активно включаться в общение и взаимодействие со сверстниками на принципах уважения и доброжелательности; </w:t>
            </w:r>
          </w:p>
          <w:p w:rsidR="008874E6" w:rsidRPr="003159F8" w:rsidRDefault="008874E6" w:rsidP="003159F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проявлять положительные качества личности и управлять своими эмоциями в различных ситуациях и условиях;</w:t>
            </w:r>
          </w:p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 результаты: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характеризовать явления, давать им объективную оценку на основе освоенных знаний и имеющегося опыта;</w:t>
            </w:r>
          </w:p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Предметные результаты 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бережно обращаться с инвентарем и оборудованием, соблюдать требования техники безопасности к местам проведения;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находить отличительные особенности в выполнении двигательного действия разными учениками, выделять отличительные признаки и элементы;</w:t>
            </w:r>
          </w:p>
        </w:tc>
        <w:tc>
          <w:tcPr>
            <w:tcW w:w="2695" w:type="dxa"/>
            <w:vMerge w:val="restart"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Соблюдают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правила поведения в воде.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Объясняют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технику разучиваемых упражнений.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Осваивать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технические действия в воде.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Применяют 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подбора одежды для бассейна.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Определяют 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ситуации, требующее применения правил предупреждения травматизма.</w:t>
            </w:r>
          </w:p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Закрепляют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играх навыки выполнения упражнений на воде.</w:t>
            </w: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Группировка. Перекаты в группировке.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Группировка. Перекаты в группировке, лежа на животе и из упора стоя на коленях. Игра «Пройти бесшумно». Развитие координационных способностей. Название основных гимнастических снарядов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Группировка. Перекаты. Игра «Совушка».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Основная стойка. Группировка. Перекаты в группировке, лежа на животе. ОРУ. Игра «Совушка». Развитие координационных способностей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Построение. Группировка. Перекаты. . Игра«Совушка».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Основная стойка. Построение. Группировка. Перекаты. ОРУ. Игра«Совушка». 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rPr>
          <w:trHeight w:val="70"/>
        </w:trPr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Построение в колону по одному, в шеренгу, в круг. Группировка. Перекаты.   Игра «Пройти бесшумно»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Основная стойка. Построение в колону по одному и в шеренгу, в круг. Группировка. Перекаты в группировке из упора стоя на коленях. ОРУ. Игра «Пройти бесшумно». Развитие координационных способностей</w:t>
            </w:r>
          </w:p>
        </w:tc>
        <w:tc>
          <w:tcPr>
            <w:tcW w:w="3116" w:type="dxa"/>
            <w:vMerge w:val="restart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результаты:</w:t>
            </w:r>
          </w:p>
          <w:p w:rsidR="008874E6" w:rsidRPr="003159F8" w:rsidRDefault="008874E6" w:rsidP="003159F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8874E6" w:rsidRPr="003159F8" w:rsidRDefault="008874E6" w:rsidP="003159F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8874E6" w:rsidRPr="003159F8" w:rsidRDefault="008874E6" w:rsidP="003159F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проявлять дисциплинированность, трудолюбие и упорство в достижении поставленных целей;</w:t>
            </w:r>
          </w:p>
          <w:p w:rsidR="008874E6" w:rsidRPr="003159F8" w:rsidRDefault="008874E6" w:rsidP="003159F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 результаты: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характеризовать явления (действия и поступки), давать им объективную оценку на основе освоенных знаний и имеющегося опыта;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находить ошибки при выполнении учебных заданий, отбирать способы их исправления;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обеспечивать защиту и сохранность природы во время активного отдыха и занятий физической культурой;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анализировать и объективно оценивать результаты собственного труда, находить возможности и способы их улучшения;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оценивать красоту телосложения и осанки, сравнивать их с эталонными образцами;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управлять эмоциями при общении со сверстниками и взрослыми, сохранять хладнокровие, сдержанность, рассудительность;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Предметные результаты 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характеризовать ее роль и значение в жизнедеятельности человека, связь с трудовой и военной деятельностью;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бережно обращаться с инвентарем и оборудованием, соблюдать требования техники безопасности к местам проведения;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находить отличительные особенности в выполнении двигательного действия разными учениками, выделять отличительные признаки и элементы;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выполнять акробатические и гимнастические комбинации на высоком техничном уровне, характеризовать признаки техничного исполнения;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</w:tcBorders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Осваивают 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универсальные умения при выполнении организующих упражнениях.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Различают и выполняют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строевые команды: «Смирно!», «Вольно!», «Шагом марш!», «На месте!», «Равняйсь!», «Стой!».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Научатся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выполнять строевые команды, акробатические элементы раздельно и в комбинации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Узнают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название основных гимнастических снарядов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Выполняют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строевые упражнения, упражнения в равновесии.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Описывают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технику гимнастических упражнений на спортивных снарядах.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Проявляют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качества силы и выносливости при выполнении акробатических упражнений. 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Осваивают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технику гимнастический упражнений на спортивных снарядах.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Соблюдают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правила безопасности при выполнении гимнастических упражнений.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Осваивают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технику физических упражнений прикладной направленности.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Осваивают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универсальные умения по взаимодействию в парах и группах при разучивании и выполнении гимнастических упражнений.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Проявляют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качества силы и координации при выполнении упражнений прикладного характера.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Соблюдают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правила безопасности при выполнении гимнастических упражнений прикладной направленности.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Построение в колону по одному, в шеренгу, в круг. Группировка.  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Основная стойка. Построение в колону по одному и в шеренгу, в круг. Группировка. Перекаты в группировке из упора стоя на коленях. ОРУ. Игра «Пройти бесшумно». Развитие координационных способностей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Равновесие. Строевые упражнения.   Игра «Пятнашки»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Равновесие. Строевые упражнения. Размыкание на вытянутые в стороны руки. ОРУ. Игра «Пятнашки» 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Перестроение  по заранее установленным местам. Размыкание.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Перестроение по звеньям, по заранее установленным местам. Размыкание на вытянутые в стороны руки. Игра «Змейка».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Повороты Команда «Класс, шагом марш!», «Класс, стой!».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Повороты направо, налево. Выполнение команды «Класс, шагом марш!», «Класс, стой!». ОРУ с предметами. Игра «Змейка».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Повороты . Команда «Класс, шагом марш!»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Повороты направо, налево. Выполнение команды «Класс, шагом марш!», «Класс, стой!». ОРУ с предметами. Игра «Змейка».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Ходьба по гимнастической скамейке. Перешагивание.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Стойка на носках, на одной ноге на гимнастической скамейке. Ходьба по гимнастической скамейке. Перешагивание через мячи. Игра «Лисы и куры». Развитие координационных способностей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rPr>
          <w:trHeight w:val="15"/>
        </w:trPr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Ходьба по гимнастической скамейке. Перешагивание.  </w:t>
            </w:r>
          </w:p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Стойка на носках, на одной ноге на гимнастической скамейке. Ходьба по гимнастической скамейке. Перешагивание через мячи. Игра «Лисы и куры». Развитие координационных способностей</w:t>
            </w:r>
          </w:p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rPr>
          <w:trHeight w:val="945"/>
        </w:trPr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Лазание по гимнастической стенке и канату.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Лазание по гимнастической стенке и канату. ОРУ в движении. Игра «Ниточка и иголочка». Развитие силовых способностей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Лазание по гимнастической стенке и канату.    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Лазание по гимнастической стенке и канату. ОРУ в движении. Игра «Ниточка и иголочка». Развитие силовых способностей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Лазание по гимнастической стенке и канату. 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Лазание по гимнастической стенке и канату. Лазание по гимнастической стенке в упоре присев и стоя на коленях. ОРУ в движении. 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Подтягивание по  гимнастической скамейке. Перелезание.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Подтягивание лежа на животе по  гимнастической скамейке. Перелезание через горку матов. ОРУ в движении. 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Перелезание .   Игра «Ниточка и иголочка».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Перелезание через горку матов. ОРУ в движении. Перелезание через коня. Игра «Ниточка и иголочка». </w:t>
            </w:r>
          </w:p>
        </w:tc>
        <w:tc>
          <w:tcPr>
            <w:tcW w:w="3116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rPr>
          <w:trHeight w:val="185"/>
        </w:trPr>
        <w:tc>
          <w:tcPr>
            <w:tcW w:w="15276" w:type="dxa"/>
            <w:gridSpan w:val="8"/>
          </w:tcPr>
          <w:p w:rsidR="008874E6" w:rsidRPr="00634D0B" w:rsidRDefault="008874E6" w:rsidP="003159F8">
            <w:pPr>
              <w:spacing w:after="0" w:line="240" w:lineRule="auto"/>
              <w:rPr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Подвижные игры.   Игры: «К своим флажкам», «Два мороза».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Подвижные игры. ОРУ. Игры: «К своим флажкам», «Два мороза».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</w:tcBorders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результаты:</w:t>
            </w:r>
          </w:p>
          <w:p w:rsidR="008874E6" w:rsidRPr="003159F8" w:rsidRDefault="008874E6" w:rsidP="003159F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3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8874E6" w:rsidRPr="003159F8" w:rsidRDefault="008874E6" w:rsidP="003159F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3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8874E6" w:rsidRPr="003159F8" w:rsidRDefault="008874E6" w:rsidP="003159F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3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проявлять дисциплинированность, трудолюбие и упорство в достижении поставленных целей;</w:t>
            </w:r>
          </w:p>
          <w:p w:rsidR="008874E6" w:rsidRPr="003159F8" w:rsidRDefault="008874E6" w:rsidP="003159F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3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 результаты: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находить ошибки при выполнении учебных заданий, отбирать способы их исправления;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планировать собственную деятельность, распределять нагрузку и отдых в процессе ее выполнения;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анализировать и объективно оценивать результаты собственного труда, находить возможности и способы их улучшения;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видеть красоту движений, выделять и обосновывать эстетические признаки в движениях и передвижениях человека;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оценивать красоту телосложения и осанки, сравнивать их с эталонными образцами;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Предметные результаты 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организовывать и проводить со сверстниками подвижные игры и элементы соревнований, осуществлять их объективное судейство;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бережно обращаться с инвентарем и оборудованием, соблюдать требования техники безопасности к местам проведения;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взаимодействовать со сверстниками по правилам проведения подвижных игр и соревнований;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выполнять технические действия из базовых видов спорта.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</w:tcBorders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Моделируют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технику базовых способов передвижения на лыжах.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Осваивают 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универсальные умения контролировать скорость передвижения на лыжах по частоте сердечных сокращений. 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Выявляют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характерные ошибки в технике выполнения лыжных ходов.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Проявляют 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выносливость при прохождении тренировочных дистанций разученными способами передвижения.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Объясняют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технику выполнения поворотов, спусков и подъемов.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Осваивают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технику поворотов, спусков и подъемов.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Проявляю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 координацию при выполнении поворотов, спусков и подъемов.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Соблюдают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правила безопасности выполнении поворотов, спусков и подъемов.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1.02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Подвижные игры.   Игры: «К своим флажкам», «Два мороза».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Подвижные игры. ОРУ. Игры: «К своим флажкам», «Два мороза». 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4.02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Подвижные игры.   «К своим флажкам», «Два мороза».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Подвижные игры. ОРУ. Игры: «К своим флажкам», «Два мороза». 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6.02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Подвижные игры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игры. ОРУ. Эстафеты. Развитие скоростно-силовых способностей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8.02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Подвижные игры.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игры. ОРУ. Эстафеты. Развитие скоростно-силовых способностей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11.02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Подвижные игры.   Игра «Пятнашки».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игры. ОРУ. Игра «Пятнашки». Эстафеты. Развитие скоростно-силовых способностей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13.02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Подвижные игры.   Игра «Пятнашки».   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игры. ОРУ. Игра «Пятнашки».  Эстафеты. Развитие скоростно-силовых способностей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15.02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ОРУ в движении. Игра: «Прыгающие воробушки».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в движении. Игра: «Прыгающие воробушки». Развитие скоростно-силовых способностей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25.02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ОРУ в движении. Игра: «Прыгающие воробушки». 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в движении. Игра: «Прыгающие воробушки».  Развитие скоростно-силовых способностей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27.02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ОРУ в движении. Игра:  «Зайцы в огороде».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в движении. Игра:  «Зайцы в огороде». Развитие скоростно-силовых способностей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1.03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ОРУ в движении. Игра:  «Зайцы в огороде».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в движении. Игра:  «Зайцы в огороде». Развитие скоростно-силовых способностей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4.03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ОРУ в движении. Эстафеты.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в движении. Эстафеты. Развитие скоростно-силовых способностей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6.03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ОРУ в движении. Эстафеты.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в движении. Эстафеты. Развитие скоростно-силовых способностей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11.03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ОРУ в движении. Игра: «Лисы и куры».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в движении. Игра: «Лисы и куры». Эстафеты. Развитие скоростно-силовых способностей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13.03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ОРУ в движении. Игра: «Лисы и куры».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в движении. Игра: «Лисы и куры». Эстафеты. Развитие скоростно-силовых способностей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15.03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в движении. Игра: «Лисы и куры».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в движении. Игра: «Лисы и куры»,. Эстафеты. Развитие скоростно-силовых способностей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18.03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ОРУ в движении. Игра: «Точный расчет».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в движении. Игра: «Точный расчет». Эстафеты. Развитие скоростно-силовых способностей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20.03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ОРУ в движении. Игра: «Точный расчет».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в движении. Игра: «Точный расчет». Эстафеты. Развитие скоростно-силовых способностей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22.03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ОРУ в движении. Игра: «Лисы и куры», «Точный расчет».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в движении. Игра: «Лисы и куры», «Точный расчет». Развитие скоростно-силовых способностей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1.04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rPr>
          <w:trHeight w:val="528"/>
        </w:trPr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ОРУ в движении. Игра: «Лисы и куры», «Точный расчет».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 в движении. Игра: «Лисы и куры», «Точный расчет». Развитие скоростно-силовых способностей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3.04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rPr>
          <w:trHeight w:val="36"/>
        </w:trPr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Подвижные игры на основе баскетбола.     Игра «Бросай – поймай».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 на основе баскетбола. Бросок мяча снизу на месте.  ОРУ. Игра «Бросай – поймай». Развитие координационных способностей</w:t>
            </w:r>
          </w:p>
        </w:tc>
        <w:tc>
          <w:tcPr>
            <w:tcW w:w="3119" w:type="dxa"/>
            <w:vMerge w:val="restart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результаты:</w:t>
            </w:r>
          </w:p>
          <w:p w:rsidR="008874E6" w:rsidRPr="003159F8" w:rsidRDefault="008874E6" w:rsidP="003159F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8874E6" w:rsidRPr="003159F8" w:rsidRDefault="008874E6" w:rsidP="003159F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проявлять дисциплинированность, трудолюбие и упорство в достижении поставленных целей;</w:t>
            </w:r>
          </w:p>
          <w:p w:rsidR="008874E6" w:rsidRPr="003159F8" w:rsidRDefault="008874E6" w:rsidP="003159F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 результаты: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общаться и взаимодействовать со сверстниками на принципах взаимоуважения и взаимопомощи, дружбы и толерантности;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обеспечивать защиту и сохранность природы во время активного отдыха и занятий физической культурой;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управлять эмоциями при общении со сверстниками и взрослыми, сохранять хладнокровие, сдержанность, рассудительность;</w:t>
            </w:r>
          </w:p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Предметные результаты 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организовывать и проводить со сверстниками подвижные игры и элементы соревнований, осуществлять их объективное судейство;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бережно обращаться с инвентарем и оборудованием, соблюдать требования техники безопасности к местам проведения;</w:t>
            </w:r>
          </w:p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овладение умениями организовывать здоровьесберегающую жизнедеятельность. 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формирование навыка систематического наблюдения за своим физическим состоянием, величиной физических нагрузок.</w:t>
            </w:r>
          </w:p>
        </w:tc>
        <w:tc>
          <w:tcPr>
            <w:tcW w:w="2692" w:type="dxa"/>
            <w:vMerge w:val="restart"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Осваивают 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универсальные умения управлять эмоциями в процессе учебной и игровой деятельности.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Выявляют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характерные ошибки в технике выполнения лыжных ходов.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Проявляют 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быстроту и ловкость во время подвижных игр.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Объясняют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технику выполнения поворотов, спусков и подъемов.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Осваивают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технику поворотов, спусков и подъемов.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Соблюдают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дисциплину и правила безопасности во время подвижных игр.</w:t>
            </w: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5.04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rPr>
          <w:trHeight w:val="31"/>
        </w:trPr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Подвижные игры на основе баскетбола.     Игра «Бросай – поймай».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 на основе баскетбола. Бросок мяча снизу на месте.  ОРУ. Игра «Бросай – поймай». Развитие координационных способностей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8.04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rPr>
          <w:trHeight w:val="31"/>
        </w:trPr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Бросок мяча снизу на месте.       Игра «Картошка».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Бросок мяча снизу на месте. Ловля мяча на месте. ОРУ. Игра «Картошка». Развитие координационных способностей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10.04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rPr>
          <w:trHeight w:val="31"/>
        </w:trPr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Бросок мяча снизу на месте.    Игра «Картошка».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Бросок мяча снизу на месте. Ловля мяча на месте. ОРУ. Игра «Картошка». Развитие координационных способностей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12.04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rPr>
          <w:trHeight w:val="31"/>
        </w:trPr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Подвижные игры на основе баскетбола.  Игра «Бросай – поймай».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 на основе баскетбола. Бросок мяча снизу на месте.  ОРУ. Игра «Бросай – поймай». Развитие координационных способностей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15.04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rPr>
          <w:trHeight w:val="31"/>
        </w:trPr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Подвижные игры на основе баскетбола. Игра «Бросай – поймай».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 на основе баскетбола .Передача мяча снизу на месте. ОРУ. Игра «Бросай – поймай». Развитие координационных способностей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17.04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rPr>
          <w:trHeight w:val="31"/>
        </w:trPr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Подвижные игры на основе баскетбола. Игра «Бросай – поймай».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 на основе баскетбола .Передача мяча снизу на месте. ОРУ. Игра «Бросай – поймай». Развитие координационных способностей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 19.04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rPr>
          <w:trHeight w:val="31"/>
        </w:trPr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Подвижные игры на основе баскетбола.   Игра «Бросай – поймай».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Подвижные игры на основе баскетбола . ОРУ. Эстафеты с мячами. Игра «Бросай – поймай». 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 22.04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rPr>
          <w:trHeight w:val="31"/>
        </w:trPr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Подвижные игры на основе баскетбола.   Игра «Бросай – поймай».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Подвижные игры на основе баскетбола . ОРУ. Эстафеты с мячами. Игра «Бросай – поймай». 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  24.04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rPr>
          <w:trHeight w:val="31"/>
        </w:trPr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Подвижные игры на основе баскетбола.     Игра «Бросай – поймай».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 на основе баскетбола . ОРУ. Эстафеты с мячами. Игра «Бросай – поймай». Развитие координационных способностей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26.04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 на основе баскетбола. Передача мяча снизу на месте. Игра «Бросай – поймай».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Подвижные игры на основе баскетбола .Передача мяча снизу на месте. ОРУ. Игра «Бросай – поймай». Развитие координационных способностей</w:t>
            </w:r>
          </w:p>
        </w:tc>
        <w:tc>
          <w:tcPr>
            <w:tcW w:w="3119" w:type="dxa"/>
            <w:vMerge w:val="restart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результаты:</w:t>
            </w:r>
          </w:p>
          <w:p w:rsidR="008874E6" w:rsidRPr="003159F8" w:rsidRDefault="008874E6" w:rsidP="003159F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9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8874E6" w:rsidRPr="003159F8" w:rsidRDefault="008874E6" w:rsidP="003159F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9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проявлять дисциплинированность, трудолюбие и упорство в достижении поставленных целей;</w:t>
            </w:r>
          </w:p>
          <w:p w:rsidR="008874E6" w:rsidRPr="003159F8" w:rsidRDefault="008874E6" w:rsidP="003159F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9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 результаты: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общаться и взаимодействовать со сверстниками на принципах взаимоуважения и взаимопомощи, дружбы и толерантности;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обеспечивать защиту и сохранность природы во время активного отдыха и занятий физической культурой;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управлять эмоциями при общении со сверстниками и взрослыми, сохранять хладнокровие, сдержанность, рассудительность;</w:t>
            </w:r>
          </w:p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Предметные результаты 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организовывать и проводить со сверстниками подвижные игры и элементы соревнований, осуществлять их объективное судейство;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бережно обращаться с инвентарем и оборудованием, соблюдать требования техники безопасности к местам проведения;</w:t>
            </w:r>
          </w:p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овладение умениями организовывать здоровьесберегающую жизнедеятельность. 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формирование навыка систематического наблюдения за своим физическим состоянием, величиной физических нагрузок.</w:t>
            </w:r>
          </w:p>
        </w:tc>
        <w:tc>
          <w:tcPr>
            <w:tcW w:w="2692" w:type="dxa"/>
            <w:vMerge w:val="restart"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Осваивают 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универсальные умения управлять эмоциями в процессе учебной и игровой деятельности.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Выявляют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характерные ошибки в технике выполнения лыжных ходов.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Проявляют 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быстроту и ловкость во время подвижных игр.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Объясняют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технику выполнения поворотов, спусков и подъемов.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Осваивают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технику поворотов, спусков и подъемов.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Соблюдают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дисциплину и правила безопасности во время подвижных игр.</w:t>
            </w: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29.04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Подвижные игры на основе баскетбола. Игра «Бросай – поймай».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Подвижные игры на основе баскетбола . ОРУ. Игра «Бросай – поймай». 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3.05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Подвижные игры на основе баскетбола. Игра «Бросай – поймай».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Подвижные игры на основе баскетбола . ОРУ. Эстафеты с мячами. Игра «Бросай – поймай». 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6.05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Бросок мяча снизу на месте в щит. Ловля мяча на месте.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Бросок мяча снизу на месте в щит. Ловля мяча на месте. 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8.05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Бросок мяча снизу на месте в щит. Ловля мяча на месте.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Бросок мяча снизу на месте в щит. Ловля мяча на месте. 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10.05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Бросок мяча снизу на месте в щит. Ловля мяча на месте.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Бросок мяча снизу на месте в щит. Ловля мяча на месте. 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13.05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Ловля мяча на месте. Передача мяча снизу на месте. Игра «Бросай – поймай».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Ловля мяча на месте. Передача мяча снизу на месте. ОРУ. Игра «Бросай – поймай». Развитие координационных способностей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15.05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Ловля мяча на месте. Передача мяча снизу на месте.   Игра «Бросай – поймай».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Ловля мяча на месте. Передача мяча снизу на месте. ОРУ. Э Игра «Бросай – поймай». Развитие координационных способностей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17.05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Эстафеты с мячами. Игра «Бросай – поймай».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ОРУ. Эстафеты с мячами. Игра «Бросай – поймай». Развитие координационных способностей</w:t>
            </w: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bottom w:val="single" w:sz="4" w:space="0" w:color="auto"/>
            </w:tcBorders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>Урок-игра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159F8">
              <w:rPr>
                <w:rFonts w:ascii="Times New Roman" w:hAnsi="Times New Roman" w:cs="Times New Roman"/>
                <w:lang w:eastAsia="ru-RU"/>
              </w:rPr>
              <w:t xml:space="preserve"> 20.05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бег. Подвижная игра «Пятнашки».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 3 минуты. Чередование ходьбы, бега (бег 50 м, ходьба 100 м). Подвижная игра «Пятнашки». ОРУ.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</w:tcBorders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результаты:</w:t>
            </w:r>
          </w:p>
          <w:p w:rsidR="008874E6" w:rsidRPr="003159F8" w:rsidRDefault="008874E6" w:rsidP="003159F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62" w:hanging="28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8874E6" w:rsidRPr="003159F8" w:rsidRDefault="008874E6" w:rsidP="003159F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62" w:hanging="28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проявлять дисциплинированность, трудолюбие и упорство в достижении поставленных целей;</w:t>
            </w:r>
          </w:p>
          <w:p w:rsidR="008874E6" w:rsidRPr="003159F8" w:rsidRDefault="008874E6" w:rsidP="003159F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62" w:hanging="28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 результаты: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общаться и взаимодействовать со сверстниками на принципах взаимоуважения и взаимопомощи, дружбы и толерантности;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обеспечивать защиту и сохранность природы во время активного отдыха и занятий физической культурой;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управлять эмоциями при общении со сверстниками и взрослыми, сохранять хладнокровие, сдержанность, рассудительность;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Предметные результаты 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организовывать и проводить со сверстниками подвижные игры и элементы соревнований, осуществлять их объективное судейство;</w:t>
            </w:r>
          </w:p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овладение умениями организовывать здоровьесберегающую жизнедеятельность. 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формирование навыка систематического наблюдения за своим физическим состоянием, величиной физических нагрузок.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</w:tcBorders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Осваивают 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универсальные умения управлять эмоциями в процессе учебной и игровой деятельности.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Выявляют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характерные ошибки в технике выполнения лыжных ходов.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Проявляют 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быстроту и ловкость во время подвижных игр.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Объясняют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технику выполнения поворотов, спусков и подъемов.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Осваивают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технику поворотов, спусков и подъемов.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Соблюдают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дисциплину и правила безопасности во время подвижных игр.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Осваивают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умения выполнять универсальные физические упражнения.</w:t>
            </w:r>
          </w:p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Развивают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физические качества.</w:t>
            </w: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бег. Подвижная игра «Пятнашки».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 3 минуты. Чередование ходьбы, бега. Подвижная игра «Пятнашки». ОРУ. 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24.05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бег.  Подвижная игра «Пятнашки».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 3 минуты. Чередование ходьбы, бега.  Подвижная игра «Пятнашки». ОРУ. 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27.05</w:t>
            </w: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бег. Подвижная игра «Третий лишний».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 4 минуты. Чередование ходьбы, бега. Подвижная игра «Третий лишний». ОРУ. 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бег. Подвижная игра «Третий лишний».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 4 минуты. Чередование ходьбы, бега. Подвижная игра «Третий лишний». ОРУ. 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бег. Подвижная игра «Третий лишний».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 5 минут. Чередование ходьбы, бега. Подвижная игра «Третий лишний». ОРУ. Развитие выносливости. Понятие </w:t>
            </w:r>
            <w:r w:rsidRPr="003159F8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здоровье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бег.  Подвижная игра «Третий лишний».   </w:t>
            </w:r>
            <w:r w:rsidRPr="003159F8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 6 минут. Чередование ходьбы, бега. Подвижная игра «Третий лишний». ОРУ. Развитие выносливости. Понятие </w:t>
            </w:r>
            <w:r w:rsidRPr="003159F8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здоровье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бег.  Подвижная игра «Третий лишний».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 6 минут. Чередование ходьбы, бега. Подвижная игра «Третий лишний». ОРУ. Развитие выносливости. Понятие </w:t>
            </w:r>
            <w:r w:rsidRPr="003159F8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здоровье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бег.  Подвижная игра «Пятнашки».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Равномерный бег 7 минут. Чередование ходьбы, бега. Подвижная игра «Пятнашки». ОРУ. Развитие выносливости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Равномерный бег.   Подвижная игра «Вызов номера».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Равномерный бег 8 минут. Чередование ходьбы, бега. Подвижная игра «Вызов номера». ОРУ. Развитие выносливости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Сочетание различных видов ходьбы.   Подвижная игра «Воробьи и вороны».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Сочетание различных видов ходьбы. Бег с изменением направления, ритма и темпа. Бег в заданном коридоре.  ОРУ. Подвижная игра «Воробьи и вороны».  </w:t>
            </w:r>
          </w:p>
        </w:tc>
        <w:tc>
          <w:tcPr>
            <w:tcW w:w="3119" w:type="dxa"/>
            <w:vMerge w:val="restart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результаты:</w:t>
            </w:r>
          </w:p>
          <w:p w:rsidR="008874E6" w:rsidRPr="003159F8" w:rsidRDefault="008874E6" w:rsidP="003159F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7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8874E6" w:rsidRPr="003159F8" w:rsidRDefault="008874E6" w:rsidP="003159F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7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проявлять положительные качества личности и управлять своими эмоциями в различных  ситуациях и условиях;</w:t>
            </w:r>
          </w:p>
          <w:p w:rsidR="008874E6" w:rsidRPr="003159F8" w:rsidRDefault="008874E6" w:rsidP="003159F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7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проявлять дисциплинированность, трудолюбие и упорство в достижении поставленных целей;</w:t>
            </w:r>
          </w:p>
          <w:p w:rsidR="008874E6" w:rsidRPr="003159F8" w:rsidRDefault="008874E6" w:rsidP="003159F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7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 результаты: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7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находить ошибки при выполнении учебных заданий, отбирать способы их исправления;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7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      </w:r>
          </w:p>
          <w:p w:rsidR="008874E6" w:rsidRPr="003159F8" w:rsidRDefault="008874E6" w:rsidP="003159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7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управлять эмоциями при общении со сверстниками и взрослыми, сохранять хладнокровие, сдержанность, рассудительность;</w:t>
            </w:r>
          </w:p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Предметные результаты 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7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планировать занятия физическими упражнениями в режиме дня, организовывать отдых и досуг с использованием средств физической культуры;</w:t>
            </w:r>
          </w:p>
          <w:p w:rsidR="008874E6" w:rsidRPr="003159F8" w:rsidRDefault="008874E6" w:rsidP="003159F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7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навыка систематического наблюдения за своим физическим состоянием, величиной физических нагрузок.</w:t>
            </w:r>
          </w:p>
        </w:tc>
        <w:tc>
          <w:tcPr>
            <w:tcW w:w="2692" w:type="dxa"/>
            <w:vMerge w:val="restart"/>
          </w:tcPr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Усваивают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основные понятия и термины в беге и объясняют их назначение.</w:t>
            </w:r>
          </w:p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Демонстрируют 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вариативное выполнение беговых упражнений.</w:t>
            </w:r>
          </w:p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Включают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прыжковые упражнения в различные фор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мы занятий по физической культуре.</w:t>
            </w:r>
          </w:p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Выбирают 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индивидуальный темп передвижения, кон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тролируют темп бега по частоте сердечных сокраще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ний.</w:t>
            </w:r>
          </w:p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Закрепляют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играх навыки прыжков.</w:t>
            </w:r>
          </w:p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Включают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прыжковые упражнения в различные фор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мы занятий по физической культуре.</w:t>
            </w:r>
          </w:p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Описывают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технику выполнения беговых, прыжковых упраж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нений, осваивают её самостоятельно, выявляют и устраняют характерные ошибки в процессе освоения.</w:t>
            </w:r>
          </w:p>
          <w:p w:rsidR="008874E6" w:rsidRPr="003159F8" w:rsidRDefault="008874E6" w:rsidP="003159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Применяют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беговые упражнения для развития коор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динационных, скоростных способностей.</w:t>
            </w: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Сочетание различных видов ходьбы.      Подвижная игра «Воробьи и вороны».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Сочетание различных видов ходьбы. Бег с изменением направления, ритма и темпа. Бег в заданном коридоре.  ОРУ. Подвижная игра «Воробьи и вороны».  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Сочетание различных видов ходьбы.  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Сочетание различных видов ходьбы. Бег 30 м. ОРУ. Эстафеты. Развитие скоростных способностей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Сочетание различных видов ходьбы.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Сочетание различных видов ходьбы. Бег 30 м. ОРУ. Эстафеты. Развитие скоростных способностей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Прыжок в длину с места.  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Прыжок в длину с места. Эстафеты. ОРУ.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Комбин.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Прыжок в длину с места. Подвижная игра «Воробьи и вороны»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Прыжок в длину с места, с разбега, с отталкиванием одной и приземлением на две. ОРУ. Подвижная игра «Воробьи и вороны»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Прыжок в длину с места.   Подвижная игра «Воробьи и вороны».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Прыжок в длину с места, с разбега, с отталкиванием одной и приземлением на две. Эстафеты. ОРУ. Подвижная игра «Воробьи и вороны».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Метание малого мяча в цель. Подвижная игра «Попади в мяч».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Метание малого мяча в цель (2</w:t>
            </w:r>
            <w:r w:rsidRPr="003159F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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с 3–4 метров. ОРУ. Подвижная игра «Попади в мяч». . Развитие скоростно-силовых качеств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Метание малого мяча в цель.     Подвижная игра «Попади в мяч». 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Метание малого мяча в цель (2</w:t>
            </w:r>
            <w:r w:rsidRPr="003159F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</w:t>
            </w: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2) с 3–4 метров. ОРУ. Подвижная игра «Попади в мяч». Эстафеты. </w:t>
            </w:r>
          </w:p>
        </w:tc>
        <w:tc>
          <w:tcPr>
            <w:tcW w:w="3119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Метание набивного мяча из разных положений. Подвижная игра «Снайперы».  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ОРУ. Метание набивного мяча из разных положений. Подвижная игра «Снайперы». Эстафеты. Развитие скоростно-силовых качеств</w:t>
            </w: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bottom w:val="single" w:sz="4" w:space="0" w:color="auto"/>
            </w:tcBorders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4E6" w:rsidRPr="003159F8">
        <w:tc>
          <w:tcPr>
            <w:tcW w:w="526" w:type="dxa"/>
          </w:tcPr>
          <w:p w:rsidR="008874E6" w:rsidRPr="003159F8" w:rsidRDefault="008874E6" w:rsidP="00315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1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Метание набивного мяча из разных положений. Подвижная игра «Снайперы».    </w:t>
            </w:r>
          </w:p>
        </w:tc>
        <w:tc>
          <w:tcPr>
            <w:tcW w:w="382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ОРУ. Метание набивного мяча из разных положений. Подвижная игра «Снайперы». Эстафеты. Развитие скоростно-силовых качеств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8874E6" w:rsidRPr="003159F8" w:rsidRDefault="008874E6" w:rsidP="00315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8874E6" w:rsidRPr="003159F8" w:rsidRDefault="008874E6" w:rsidP="003159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5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992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874E6" w:rsidRPr="003159F8" w:rsidRDefault="008874E6" w:rsidP="0031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74E6" w:rsidRDefault="008874E6"/>
    <w:sectPr w:rsidR="008874E6" w:rsidSect="000C69E7">
      <w:pgSz w:w="16838" w:h="11906" w:orient="landscape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9661C"/>
    <w:multiLevelType w:val="hybridMultilevel"/>
    <w:tmpl w:val="F478671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0" w:hanging="360"/>
      </w:pPr>
      <w:rPr>
        <w:rFonts w:ascii="Wingdings" w:hAnsi="Wingdings" w:cs="Wingdings" w:hint="default"/>
      </w:rPr>
    </w:lvl>
  </w:abstractNum>
  <w:abstractNum w:abstractNumId="1">
    <w:nsid w:val="13EE4C4B"/>
    <w:multiLevelType w:val="hybridMultilevel"/>
    <w:tmpl w:val="4C269AF2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7821428"/>
    <w:multiLevelType w:val="hybridMultilevel"/>
    <w:tmpl w:val="C994A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0D7B08"/>
    <w:multiLevelType w:val="hybridMultilevel"/>
    <w:tmpl w:val="72A20CF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F140087"/>
    <w:multiLevelType w:val="hybridMultilevel"/>
    <w:tmpl w:val="E8F24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28E6"/>
    <w:rsid w:val="000B6C91"/>
    <w:rsid w:val="000C69E7"/>
    <w:rsid w:val="001C6C81"/>
    <w:rsid w:val="003159F8"/>
    <w:rsid w:val="0046221D"/>
    <w:rsid w:val="005860E7"/>
    <w:rsid w:val="005B7CEA"/>
    <w:rsid w:val="00634D0B"/>
    <w:rsid w:val="006E1F1E"/>
    <w:rsid w:val="007A233A"/>
    <w:rsid w:val="00817436"/>
    <w:rsid w:val="0085254E"/>
    <w:rsid w:val="008874E6"/>
    <w:rsid w:val="009B1AFA"/>
    <w:rsid w:val="00A16D38"/>
    <w:rsid w:val="00B05651"/>
    <w:rsid w:val="00B32A63"/>
    <w:rsid w:val="00C54618"/>
    <w:rsid w:val="00C928E6"/>
    <w:rsid w:val="00F31DB4"/>
    <w:rsid w:val="00FA1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8E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C928E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928E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C928E6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uiPriority w:val="99"/>
    <w:rsid w:val="00C928E6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2">
    <w:name w:val="Font Style22"/>
    <w:uiPriority w:val="99"/>
    <w:rsid w:val="00C928E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uiPriority w:val="99"/>
    <w:rsid w:val="00C928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C928E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4">
    <w:name w:val="Font Style24"/>
    <w:uiPriority w:val="99"/>
    <w:rsid w:val="00C928E6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99"/>
    <w:rsid w:val="00C928E6"/>
    <w:rPr>
      <w:rFonts w:eastAsia="Times New Roman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5">
    <w:name w:val="Font Style65"/>
    <w:basedOn w:val="DefaultParagraphFont"/>
    <w:uiPriority w:val="99"/>
    <w:rsid w:val="00C928E6"/>
    <w:rPr>
      <w:rFonts w:ascii="Times New Roman" w:hAnsi="Times New Roman" w:cs="Times New Roman"/>
      <w:sz w:val="12"/>
      <w:szCs w:val="12"/>
    </w:rPr>
  </w:style>
  <w:style w:type="character" w:customStyle="1" w:styleId="FontStyle58">
    <w:name w:val="Font Style58"/>
    <w:basedOn w:val="DefaultParagraphFont"/>
    <w:uiPriority w:val="99"/>
    <w:rsid w:val="00C928E6"/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C928E6"/>
    <w:pPr>
      <w:ind w:left="720"/>
    </w:pPr>
    <w:rPr>
      <w:rFonts w:eastAsia="Times New Roman"/>
      <w:lang w:eastAsia="ru-RU"/>
    </w:rPr>
  </w:style>
  <w:style w:type="paragraph" w:customStyle="1" w:styleId="Style2">
    <w:name w:val="Style2"/>
    <w:basedOn w:val="Normal"/>
    <w:uiPriority w:val="99"/>
    <w:rsid w:val="00C928E6"/>
    <w:pPr>
      <w:widowControl w:val="0"/>
      <w:autoSpaceDE w:val="0"/>
      <w:autoSpaceDN w:val="0"/>
      <w:adjustRightInd w:val="0"/>
      <w:spacing w:after="0" w:line="290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92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28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20</Pages>
  <Words>5614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Календарно-тематическое планирование по физической культуре 1 класс</dc:title>
  <dc:subject/>
  <dc:creator>Ученик</dc:creator>
  <cp:keywords/>
  <dc:description/>
  <cp:lastModifiedBy>Нижний карабут</cp:lastModifiedBy>
  <cp:revision>2</cp:revision>
  <dcterms:created xsi:type="dcterms:W3CDTF">2015-11-09T06:39:00Z</dcterms:created>
  <dcterms:modified xsi:type="dcterms:W3CDTF">2015-11-09T06:39:00Z</dcterms:modified>
</cp:coreProperties>
</file>