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FD5" w:rsidRPr="00054EA5" w:rsidRDefault="00304FD5" w:rsidP="00054E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Классный час </w:t>
      </w:r>
      <w:r w:rsidRPr="00054EA5">
        <w:rPr>
          <w:rFonts w:ascii="Times New Roman" w:hAnsi="Times New Roman"/>
          <w:b/>
          <w:sz w:val="28"/>
          <w:szCs w:val="28"/>
        </w:rPr>
        <w:t>«Наш удивительный Крым»</w:t>
      </w:r>
    </w:p>
    <w:p w:rsidR="00304FD5" w:rsidRPr="00054EA5" w:rsidRDefault="00304FD5" w:rsidP="00054EA5">
      <w:pPr>
        <w:jc w:val="both"/>
        <w:rPr>
          <w:rFonts w:ascii="Times New Roman" w:hAnsi="Times New Roman"/>
          <w:sz w:val="28"/>
          <w:szCs w:val="28"/>
        </w:rPr>
      </w:pPr>
      <w:r w:rsidRPr="00054EA5">
        <w:rPr>
          <w:rFonts w:ascii="Times New Roman" w:hAnsi="Times New Roman"/>
          <w:sz w:val="28"/>
          <w:szCs w:val="28"/>
        </w:rPr>
        <w:t>Цели: формирование социальной компетентности детей, толерантного отношения к реально существующему культурному, этническому, религиозному разнообразию родного края.</w:t>
      </w:r>
    </w:p>
    <w:p w:rsidR="00304FD5" w:rsidRDefault="00304FD5" w:rsidP="00054EA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54EA5">
        <w:rPr>
          <w:rFonts w:ascii="Times New Roman" w:hAnsi="Times New Roman"/>
          <w:sz w:val="28"/>
          <w:szCs w:val="28"/>
        </w:rPr>
        <w:t>Есть у нас в Крыму, на горе Ай-Петри, каменистая пустыня. Почти лунный  пейзаж: ни травинки, ни цветочка. Уныло и скучно. И</w:t>
      </w:r>
      <w:r>
        <w:rPr>
          <w:rFonts w:ascii="Times New Roman" w:hAnsi="Times New Roman"/>
          <w:sz w:val="28"/>
          <w:szCs w:val="28"/>
        </w:rPr>
        <w:t xml:space="preserve"> вдруг чуть ниже </w:t>
      </w:r>
      <w:r w:rsidRPr="00054EA5">
        <w:rPr>
          <w:rFonts w:ascii="Times New Roman" w:hAnsi="Times New Roman"/>
          <w:sz w:val="28"/>
          <w:szCs w:val="28"/>
        </w:rPr>
        <w:t xml:space="preserve">на склоне – взрыв красок! Взгляд радостно оживает от яркого многоцветья горного луга. В сочной траве волшебная кисть природы- художницы разбросала эдельвейсы, тюльпаны, горицветы, крокусы, адонисы, пионы. </w:t>
      </w:r>
    </w:p>
    <w:p w:rsidR="00304FD5" w:rsidRPr="00054EA5" w:rsidRDefault="00304FD5" w:rsidP="00054EA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54EA5">
        <w:rPr>
          <w:rFonts w:ascii="Times New Roman" w:hAnsi="Times New Roman"/>
          <w:sz w:val="28"/>
          <w:szCs w:val="28"/>
        </w:rPr>
        <w:t xml:space="preserve"> На горный луг со множеством самых разных цветов похож наш полуостров. В Крыму живет много русских, украинцев, крымских татар, евреев, армян. Есть и греки, немцы, болгары, чехи, поляки</w:t>
      </w:r>
      <w:r>
        <w:rPr>
          <w:rFonts w:ascii="Times New Roman" w:hAnsi="Times New Roman"/>
          <w:sz w:val="28"/>
          <w:szCs w:val="28"/>
        </w:rPr>
        <w:t xml:space="preserve">, белорусы, караимы, крымчаки, </w:t>
      </w:r>
      <w:r w:rsidRPr="00054EA5">
        <w:rPr>
          <w:rFonts w:ascii="Times New Roman" w:hAnsi="Times New Roman"/>
          <w:sz w:val="28"/>
          <w:szCs w:val="28"/>
        </w:rPr>
        <w:t xml:space="preserve">эстонцы, венгры, молдаване, гагаузы, курды. Представители около ста национальностей считают Крым своим домом. И все </w:t>
      </w:r>
      <w:r>
        <w:rPr>
          <w:rFonts w:ascii="Times New Roman" w:hAnsi="Times New Roman"/>
          <w:sz w:val="28"/>
          <w:szCs w:val="28"/>
        </w:rPr>
        <w:t>хотят мира и дружбы (</w:t>
      </w:r>
      <w:r w:rsidRPr="00054EA5">
        <w:rPr>
          <w:rFonts w:ascii="Times New Roman" w:hAnsi="Times New Roman"/>
          <w:sz w:val="28"/>
          <w:szCs w:val="28"/>
        </w:rPr>
        <w:t xml:space="preserve">иллюстрации- представители разных национальностей в национальных костюмах )  </w:t>
      </w:r>
    </w:p>
    <w:p w:rsidR="00304FD5" w:rsidRDefault="00304FD5">
      <w:pPr>
        <w:rPr>
          <w:rFonts w:ascii="Times New Roman" w:hAnsi="Times New Roman"/>
          <w:sz w:val="28"/>
          <w:szCs w:val="28"/>
        </w:rPr>
      </w:pPr>
      <w:r w:rsidRPr="00054EA5">
        <w:rPr>
          <w:rFonts w:ascii="Times New Roman" w:hAnsi="Times New Roman"/>
          <w:sz w:val="28"/>
          <w:szCs w:val="28"/>
        </w:rPr>
        <w:t xml:space="preserve">           Вообще на Земле живут свыше 2000 народов. И у вас, как и у любого жителя Земли, есть национальность. Это означает  принадлежность каждого человека к какому-либо народу. Однако на нашей планете нет ни одного человека и ни одного народа « чистокровного». Потому, что племена, народы находятся в постоянном движении, переплетении судеб. Всех нас объединяет то,</w:t>
      </w:r>
      <w:r>
        <w:rPr>
          <w:rFonts w:ascii="Times New Roman" w:hAnsi="Times New Roman"/>
          <w:sz w:val="28"/>
          <w:szCs w:val="28"/>
        </w:rPr>
        <w:t xml:space="preserve"> что мы – люди.</w:t>
      </w:r>
    </w:p>
    <w:p w:rsidR="00304FD5" w:rsidRDefault="00304FD5">
      <w:pPr>
        <w:rPr>
          <w:rFonts w:ascii="Times New Roman" w:hAnsi="Times New Roman"/>
          <w:sz w:val="28"/>
          <w:szCs w:val="28"/>
        </w:rPr>
      </w:pPr>
      <w:r w:rsidRPr="00054EA5">
        <w:rPr>
          <w:rFonts w:ascii="Times New Roman" w:hAnsi="Times New Roman"/>
          <w:sz w:val="28"/>
          <w:szCs w:val="28"/>
        </w:rPr>
        <w:t xml:space="preserve"> Наш Крым – не просто часть России. Он прина</w:t>
      </w:r>
      <w:r>
        <w:rPr>
          <w:rFonts w:ascii="Times New Roman" w:hAnsi="Times New Roman"/>
          <w:sz w:val="28"/>
          <w:szCs w:val="28"/>
        </w:rPr>
        <w:t xml:space="preserve">длежит к тем необычным местам, </w:t>
      </w:r>
      <w:r w:rsidRPr="00054EA5">
        <w:rPr>
          <w:rFonts w:ascii="Times New Roman" w:hAnsi="Times New Roman"/>
          <w:sz w:val="28"/>
          <w:szCs w:val="28"/>
        </w:rPr>
        <w:t xml:space="preserve">где «в одном котле варились» очень многие народы. Вот как об этом сказал наш земляк, поэт Илья Сельвинский:                                                                                                                                                          Мешались обычаи, боги, жены,                                                                                                                                Народ вливался в народ.                                                                                                                                           Кто победивший, кто побежденный –                                                                                                                            Никто уж не разберет.                                                                                                                                         Копнешь язык – и услышишь нередко                                                                                                                     Отзвуки чуждых фраз,                                                                                                                                                      Семью копнешь – и увидишь предка                                                                                                             Непостижимых рас.                                                                                                                                             Крым тем и уникален, что при таком огромном количестве людей разных национальностей, проживающих на его территории – все они мирно сосуществуют, нет национальной ненависти и вражды. Запомните: плохих народов не бывает. Плохими или хорошими бывают люди. Как ландыш не лучше и не хуже фиалки, так и любой народ не лучше и не хуже другого.                                                  Все цветы по- своему чудесны. Каждый народ хорош на свой лад. Главное не то, какая национальность у тебя или у твоего приятеля. Главное, что ты – человек. И твой друг – тоже.                                             </w:t>
      </w:r>
    </w:p>
    <w:p w:rsidR="00304FD5" w:rsidRPr="00054EA5" w:rsidRDefault="00304FD5">
      <w:pPr>
        <w:rPr>
          <w:rFonts w:ascii="Times New Roman" w:hAnsi="Times New Roman"/>
          <w:sz w:val="28"/>
          <w:szCs w:val="28"/>
        </w:rPr>
      </w:pPr>
      <w:r w:rsidRPr="00054EA5">
        <w:rPr>
          <w:rFonts w:ascii="Times New Roman" w:hAnsi="Times New Roman"/>
          <w:sz w:val="28"/>
          <w:szCs w:val="28"/>
        </w:rPr>
        <w:t xml:space="preserve">Очень интересно, увлекательно знакомиться с традициями, обычаями, праздниками разных народов.                                                                                                                                                                                           В наше сложное время людям необходимо мирно жить, объединяться. Поэтому все чаще мы, жители полуострова, говорим не о своей принадлежности к какой – то национальности. Мы говорим о том, что мы – крымчане.   </w:t>
      </w:r>
    </w:p>
    <w:p w:rsidR="00304FD5" w:rsidRPr="00054EA5" w:rsidRDefault="00304FD5">
      <w:pPr>
        <w:rPr>
          <w:rFonts w:ascii="Times New Roman" w:hAnsi="Times New Roman"/>
          <w:sz w:val="28"/>
          <w:szCs w:val="28"/>
        </w:rPr>
      </w:pPr>
      <w:r w:rsidRPr="00054EA5">
        <w:rPr>
          <w:rFonts w:ascii="Times New Roman" w:hAnsi="Times New Roman"/>
          <w:sz w:val="28"/>
          <w:szCs w:val="28"/>
        </w:rPr>
        <w:t xml:space="preserve">     У моря, на юге земли  необычной                                                                                                                                                                                                                                                        Лежит полуостров, творенье  веков.                                                                                                                                              Здесь реки и горы, леса и равнины,                                                                                                                                                        Легенды, сказанья и песни отцов.                                                                                                                                                 Слава тебе, Крым!                                                                                                                                                                                        Счастья тебе, мой Крым!                                                                                                                                                                                                          Будь же всегда любим,                                                                                                                                                                                              Доброй судьбой храним,                                                                                                                                                                        Наш полуостров Крым!</w:t>
      </w:r>
    </w:p>
    <w:p w:rsidR="00304FD5" w:rsidRPr="00054EA5" w:rsidRDefault="00304FD5">
      <w:pPr>
        <w:rPr>
          <w:rFonts w:ascii="Times New Roman" w:hAnsi="Times New Roman"/>
          <w:sz w:val="28"/>
          <w:szCs w:val="28"/>
        </w:rPr>
      </w:pPr>
      <w:r w:rsidRPr="00054EA5">
        <w:rPr>
          <w:rFonts w:ascii="Times New Roman" w:hAnsi="Times New Roman"/>
          <w:sz w:val="28"/>
          <w:szCs w:val="28"/>
        </w:rPr>
        <w:t>Салют, Севастополь, оплот нашей славы!                                                                                                                                                 Виват, не сломленная недругом Керчь!                                                                                                                                          Пусть мудрость веков помогает державе                                                                                                                                                                          Жемчужину- Крым  сохранить и сберечь.                                                                                                                                                    Будь счастлив здесь каждый и Богом одарен:                                                                                                                    И русский, и грек, армянин, караим,                                                                                                                                                                                   Еврей, украинец, болгарин, татарин,                                                                                                                                                                                                                                                 Да здравствует добрый и щедрый наш Крым!                                                                                                                                                                                                             («Гимн моей земле» 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4EA5">
        <w:rPr>
          <w:rFonts w:ascii="Times New Roman" w:hAnsi="Times New Roman"/>
          <w:sz w:val="28"/>
          <w:szCs w:val="28"/>
        </w:rPr>
        <w:t>Огурцова)</w:t>
      </w:r>
    </w:p>
    <w:p w:rsidR="00304FD5" w:rsidRDefault="00304FD5">
      <w:pPr>
        <w:rPr>
          <w:rFonts w:ascii="Times New Roman" w:hAnsi="Times New Roman"/>
          <w:sz w:val="28"/>
          <w:szCs w:val="28"/>
        </w:rPr>
      </w:pPr>
      <w:r w:rsidRPr="00054EA5">
        <w:rPr>
          <w:rFonts w:ascii="Times New Roman" w:hAnsi="Times New Roman"/>
          <w:sz w:val="28"/>
          <w:szCs w:val="28"/>
        </w:rPr>
        <w:t xml:space="preserve">Наш маленький полуостров всегда был уютным домом для представителей многих народов. Крымчане издавна убедились в необходимости взаимного уважения и доброжелательности, диалога и взаимодействия между людьми, несмотря на различие их языков, религий и культур. Поэтому жители Крыма могут привести множество примеров добрососедства, взаимопомощи и сотрудничества. Не случайно рядом с Бахчисараем в тесном соседстве находятся православная святыня – Успенский монастырь, караимская святыня – пещерный город Чуфут- Кале и мусульманская Зинджирлы – медресе. Во многих городах Крыма совсем рядом были построены церкви, мечети, синагоги. Жители полуострова, независимо от их религиозной и национальной принадлежности, вместе отмечают праздники, создают семьи.                                                                                                 Во время войны, рискуя жизнью, крымчане спасали своих соседей – евреев и крымчаков от фашистских расстрелов, а в депортации армяне, болгары, греки, крымские татары делились друг с другом куском хлеба. Старожилы помнят, как представители разных национальностей плечом к плечу, сообща, поднимали из руин Севастополь, Керчь и другие города, разрушенные войной.                                     </w:t>
      </w:r>
    </w:p>
    <w:p w:rsidR="00304FD5" w:rsidRPr="00054EA5" w:rsidRDefault="00304FD5">
      <w:pPr>
        <w:rPr>
          <w:rFonts w:ascii="Times New Roman" w:hAnsi="Times New Roman"/>
          <w:sz w:val="28"/>
          <w:szCs w:val="28"/>
        </w:rPr>
      </w:pPr>
      <w:r w:rsidRPr="00054EA5">
        <w:rPr>
          <w:rFonts w:ascii="Times New Roman" w:hAnsi="Times New Roman"/>
          <w:sz w:val="28"/>
          <w:szCs w:val="28"/>
        </w:rPr>
        <w:t>Отчизны краешек особенный,                                                                                                                                                   Долины, горы, хлеб и соль…                                                                                                                                                                         Для всех ты – Крым,                                                                                                                                                                       А мне ты – Родина,                                                                                                                                                                                              Мой дом, судьба моя и боль.                                                                                                                                                               Нет, не красотами природными                                                                                                                          Впервые мир открыл ты мне,                                                                                                                                             А детством, пусть полуголодным,                                                                                                                                                 Но тем и памятным вдвойне.                                                                                                                                                     Всем этим я тебе обязан                                                                                                                                                                  Мой молодой и древний Крым,                                                                                                                                                Пожизненно, посмертно связан                                                                                                                                                    Я с каждым камушком твоим.                                                                                                                                                               Где б ни был я - далеко, близко ли,                                                                                                                                                 Повсюду снится берег  твой,                                                                                                                                                                        Поросший густо обелисками                                                                                                                                                           Войны последней мировой.                                                                                                                                      И по тебе тоскую остро,                                                                                                                                                                    Спешу туда, где впереди                                                                                                                                                    Сияет Крымский полуостров                                                                                                                             Звездой у моря на груди                                                                                                                                              («Крым» В.Субботенко)</w:t>
      </w:r>
    </w:p>
    <w:p w:rsidR="00304FD5" w:rsidRDefault="00304FD5">
      <w:pPr>
        <w:rPr>
          <w:rFonts w:ascii="Times New Roman" w:hAnsi="Times New Roman"/>
          <w:sz w:val="28"/>
          <w:szCs w:val="28"/>
        </w:rPr>
      </w:pPr>
      <w:r w:rsidRPr="00054EA5">
        <w:rPr>
          <w:rFonts w:ascii="Times New Roman" w:hAnsi="Times New Roman"/>
          <w:sz w:val="28"/>
          <w:szCs w:val="28"/>
        </w:rPr>
        <w:t xml:space="preserve">О любви к своей Родине, о дружбе народов говорят и пословицы крымских народов:                                                  </w:t>
      </w:r>
    </w:p>
    <w:p w:rsidR="00304FD5" w:rsidRDefault="00304FD5">
      <w:pPr>
        <w:rPr>
          <w:rFonts w:ascii="Times New Roman" w:hAnsi="Times New Roman"/>
          <w:sz w:val="28"/>
          <w:szCs w:val="28"/>
        </w:rPr>
      </w:pPr>
      <w:r w:rsidRPr="00054EA5">
        <w:rPr>
          <w:rFonts w:ascii="Times New Roman" w:hAnsi="Times New Roman"/>
          <w:sz w:val="28"/>
          <w:szCs w:val="28"/>
        </w:rPr>
        <w:t>Чужбина – глина, а Родина – золото (караимская);                                                                                                                           Человек без Родины, что человек без песни (крымско – татарская);                                                                                        В родном краю  хорошо как в раю (украинская);                                                                                                                                                                                                                              Если у соседа мир, то и у тебя дома мир (а</w:t>
      </w:r>
      <w:r>
        <w:rPr>
          <w:rFonts w:ascii="Times New Roman" w:hAnsi="Times New Roman"/>
          <w:sz w:val="28"/>
          <w:szCs w:val="28"/>
        </w:rPr>
        <w:t xml:space="preserve">рмянская); </w:t>
      </w:r>
    </w:p>
    <w:p w:rsidR="00304FD5" w:rsidRPr="00054EA5" w:rsidRDefault="00304FD5">
      <w:pPr>
        <w:rPr>
          <w:rFonts w:ascii="Times New Roman" w:hAnsi="Times New Roman"/>
          <w:sz w:val="28"/>
          <w:szCs w:val="28"/>
        </w:rPr>
      </w:pPr>
      <w:r w:rsidRPr="00054EA5">
        <w:rPr>
          <w:rFonts w:ascii="Times New Roman" w:hAnsi="Times New Roman"/>
          <w:sz w:val="28"/>
          <w:szCs w:val="28"/>
        </w:rPr>
        <w:t>Не приобретай дом, приобретай соседа (крымско – татарская).</w:t>
      </w:r>
    </w:p>
    <w:p w:rsidR="00304FD5" w:rsidRDefault="00304FD5">
      <w:pPr>
        <w:rPr>
          <w:rFonts w:ascii="Times New Roman" w:hAnsi="Times New Roman"/>
          <w:sz w:val="28"/>
          <w:szCs w:val="28"/>
        </w:rPr>
      </w:pPr>
      <w:r w:rsidRPr="00054EA5">
        <w:rPr>
          <w:rFonts w:ascii="Times New Roman" w:hAnsi="Times New Roman"/>
          <w:sz w:val="28"/>
          <w:szCs w:val="28"/>
        </w:rPr>
        <w:t xml:space="preserve">Самое родное место для тебя на земном шаре – Крым, где живут  </w:t>
      </w:r>
      <w:bookmarkStart w:id="0" w:name="_GoBack"/>
      <w:bookmarkEnd w:id="0"/>
      <w:r w:rsidRPr="00054EA5">
        <w:rPr>
          <w:rFonts w:ascii="Times New Roman" w:hAnsi="Times New Roman"/>
          <w:sz w:val="28"/>
          <w:szCs w:val="28"/>
        </w:rPr>
        <w:t>твои родители, друзья, соседи. И это место будет оставаться для тебя самым главным, даже если ты его когда- нибудь покинешь. Люби и береги наш удивительный край с яркой и интересной историей. Говори «Нет!» всем, кто захочет разжечь на нашей прекрасной земле огонь злобы и вражды. Дети могут многое. Знай, что не только от взрослых, но и от тебя, и от твоего друга зависит будущее твоего родного края. Помни, что лишь любовь, добрососедство и стремление к миру сохранят нашу Родину кра</w:t>
      </w:r>
      <w:r>
        <w:rPr>
          <w:rFonts w:ascii="Times New Roman" w:hAnsi="Times New Roman"/>
          <w:sz w:val="28"/>
          <w:szCs w:val="28"/>
        </w:rPr>
        <w:t xml:space="preserve">сивой, мирной и процветающей. </w:t>
      </w:r>
      <w:r w:rsidRPr="00054EA5">
        <w:rPr>
          <w:rFonts w:ascii="Times New Roman" w:hAnsi="Times New Roman"/>
          <w:sz w:val="28"/>
          <w:szCs w:val="28"/>
        </w:rPr>
        <w:t>Об этом говорят строки «Гимна Республики Крым» ( муз.Караимова, сл.</w:t>
      </w:r>
      <w:r>
        <w:rPr>
          <w:rFonts w:ascii="Times New Roman" w:hAnsi="Times New Roman"/>
          <w:sz w:val="28"/>
          <w:szCs w:val="28"/>
        </w:rPr>
        <w:t xml:space="preserve"> Голубевой):</w:t>
      </w:r>
    </w:p>
    <w:p w:rsidR="00304FD5" w:rsidRDefault="00304FD5">
      <w:pPr>
        <w:rPr>
          <w:rFonts w:ascii="Times New Roman" w:hAnsi="Times New Roman"/>
          <w:sz w:val="28"/>
          <w:szCs w:val="28"/>
        </w:rPr>
      </w:pPr>
      <w:r w:rsidRPr="00054EA5">
        <w:rPr>
          <w:rFonts w:ascii="Times New Roman" w:hAnsi="Times New Roman"/>
          <w:sz w:val="28"/>
          <w:szCs w:val="28"/>
        </w:rPr>
        <w:t xml:space="preserve">Нивы и горы твои </w:t>
      </w:r>
      <w:r>
        <w:rPr>
          <w:rFonts w:ascii="Times New Roman" w:hAnsi="Times New Roman"/>
          <w:sz w:val="28"/>
          <w:szCs w:val="28"/>
        </w:rPr>
        <w:t xml:space="preserve">волшебные, Родина, </w:t>
      </w:r>
    </w:p>
    <w:p w:rsidR="00304FD5" w:rsidRDefault="00304FD5">
      <w:pPr>
        <w:rPr>
          <w:rFonts w:ascii="Times New Roman" w:hAnsi="Times New Roman"/>
          <w:sz w:val="28"/>
          <w:szCs w:val="28"/>
        </w:rPr>
      </w:pPr>
      <w:r w:rsidRPr="00054EA5">
        <w:rPr>
          <w:rFonts w:ascii="Times New Roman" w:hAnsi="Times New Roman"/>
          <w:sz w:val="28"/>
          <w:szCs w:val="28"/>
        </w:rPr>
        <w:t>Солнце и море тво</w:t>
      </w:r>
      <w:r>
        <w:rPr>
          <w:rFonts w:ascii="Times New Roman" w:hAnsi="Times New Roman"/>
          <w:sz w:val="28"/>
          <w:szCs w:val="28"/>
        </w:rPr>
        <w:t xml:space="preserve">и целебны, Родина. </w:t>
      </w:r>
    </w:p>
    <w:p w:rsidR="00304FD5" w:rsidRDefault="00304FD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Эту землю мы сохраним </w:t>
      </w:r>
    </w:p>
    <w:p w:rsidR="00304FD5" w:rsidRDefault="00304FD5">
      <w:pPr>
        <w:rPr>
          <w:rFonts w:ascii="Times New Roman" w:hAnsi="Times New Roman"/>
          <w:sz w:val="28"/>
          <w:szCs w:val="28"/>
        </w:rPr>
      </w:pPr>
      <w:r w:rsidRPr="00054EA5">
        <w:rPr>
          <w:rFonts w:ascii="Times New Roman" w:hAnsi="Times New Roman"/>
          <w:sz w:val="28"/>
          <w:szCs w:val="28"/>
        </w:rPr>
        <w:t>И внукам оставим цве</w:t>
      </w:r>
      <w:r>
        <w:rPr>
          <w:rFonts w:ascii="Times New Roman" w:hAnsi="Times New Roman"/>
          <w:sz w:val="28"/>
          <w:szCs w:val="28"/>
        </w:rPr>
        <w:t xml:space="preserve">тущий,  как сад Крым. </w:t>
      </w:r>
    </w:p>
    <w:p w:rsidR="00304FD5" w:rsidRDefault="00304FD5">
      <w:pPr>
        <w:rPr>
          <w:rFonts w:ascii="Times New Roman" w:hAnsi="Times New Roman"/>
          <w:sz w:val="28"/>
          <w:szCs w:val="28"/>
        </w:rPr>
      </w:pPr>
      <w:r w:rsidRPr="00054EA5">
        <w:rPr>
          <w:rFonts w:ascii="Times New Roman" w:hAnsi="Times New Roman"/>
          <w:sz w:val="28"/>
          <w:szCs w:val="28"/>
        </w:rPr>
        <w:t>Зори свободы тебя согрели,</w:t>
      </w:r>
      <w:r>
        <w:rPr>
          <w:rFonts w:ascii="Times New Roman" w:hAnsi="Times New Roman"/>
          <w:sz w:val="28"/>
          <w:szCs w:val="28"/>
        </w:rPr>
        <w:t xml:space="preserve"> Родина,</w:t>
      </w:r>
    </w:p>
    <w:p w:rsidR="00304FD5" w:rsidRDefault="00304FD5">
      <w:pPr>
        <w:rPr>
          <w:rFonts w:ascii="Times New Roman" w:hAnsi="Times New Roman"/>
          <w:sz w:val="28"/>
          <w:szCs w:val="28"/>
        </w:rPr>
      </w:pPr>
      <w:r w:rsidRPr="00054EA5">
        <w:rPr>
          <w:rFonts w:ascii="Times New Roman" w:hAnsi="Times New Roman"/>
          <w:sz w:val="28"/>
          <w:szCs w:val="28"/>
        </w:rPr>
        <w:t>Братья- народы тебя</w:t>
      </w:r>
      <w:r>
        <w:rPr>
          <w:rFonts w:ascii="Times New Roman" w:hAnsi="Times New Roman"/>
          <w:sz w:val="28"/>
          <w:szCs w:val="28"/>
        </w:rPr>
        <w:t xml:space="preserve"> воспели, Родина. </w:t>
      </w:r>
    </w:p>
    <w:p w:rsidR="00304FD5" w:rsidRDefault="00304FD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Эту землю мы сохраним </w:t>
      </w:r>
    </w:p>
    <w:p w:rsidR="00304FD5" w:rsidRDefault="00304FD5">
      <w:pPr>
        <w:rPr>
          <w:rFonts w:ascii="Times New Roman" w:hAnsi="Times New Roman"/>
          <w:sz w:val="28"/>
          <w:szCs w:val="28"/>
        </w:rPr>
      </w:pPr>
      <w:r w:rsidRPr="00054EA5">
        <w:rPr>
          <w:rFonts w:ascii="Times New Roman" w:hAnsi="Times New Roman"/>
          <w:sz w:val="28"/>
          <w:szCs w:val="28"/>
        </w:rPr>
        <w:t>И вместе, крымчане, прославим в веках Крым.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04FD5" w:rsidRPr="00054EA5" w:rsidRDefault="00304FD5">
      <w:pPr>
        <w:rPr>
          <w:rFonts w:ascii="Times New Roman" w:hAnsi="Times New Roman"/>
          <w:sz w:val="28"/>
          <w:szCs w:val="28"/>
        </w:rPr>
      </w:pPr>
      <w:r w:rsidRPr="00054EA5">
        <w:rPr>
          <w:rFonts w:ascii="Times New Roman" w:hAnsi="Times New Roman"/>
          <w:sz w:val="28"/>
          <w:szCs w:val="28"/>
        </w:rPr>
        <w:t>Славься, Крым!</w:t>
      </w:r>
    </w:p>
    <w:sectPr w:rsidR="00304FD5" w:rsidRPr="00054EA5" w:rsidSect="00763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44E8"/>
    <w:rsid w:val="00054EA5"/>
    <w:rsid w:val="000B0E6D"/>
    <w:rsid w:val="0010043B"/>
    <w:rsid w:val="00196B60"/>
    <w:rsid w:val="002122E0"/>
    <w:rsid w:val="00304FD5"/>
    <w:rsid w:val="005A1D31"/>
    <w:rsid w:val="005D6D0E"/>
    <w:rsid w:val="00644EAC"/>
    <w:rsid w:val="00757659"/>
    <w:rsid w:val="00763C73"/>
    <w:rsid w:val="007D44E8"/>
    <w:rsid w:val="007E5A9D"/>
    <w:rsid w:val="008403F4"/>
    <w:rsid w:val="00907902"/>
    <w:rsid w:val="0097453F"/>
    <w:rsid w:val="00A44F82"/>
    <w:rsid w:val="00A73E3C"/>
    <w:rsid w:val="00A815BB"/>
    <w:rsid w:val="00A97F79"/>
    <w:rsid w:val="00BB4E96"/>
    <w:rsid w:val="00C00E31"/>
    <w:rsid w:val="00C641B3"/>
    <w:rsid w:val="00E0264C"/>
    <w:rsid w:val="00E30BE3"/>
    <w:rsid w:val="00EA6EFC"/>
    <w:rsid w:val="00F31712"/>
    <w:rsid w:val="00F507FA"/>
    <w:rsid w:val="00F54EC6"/>
    <w:rsid w:val="00F6251C"/>
    <w:rsid w:val="00F94864"/>
    <w:rsid w:val="00FB1D5E"/>
    <w:rsid w:val="00FF7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C7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2112</Words>
  <Characters>12044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Классный час «Наш удивительный Крым»</dc:title>
  <dc:subject/>
  <dc:creator>Admin</dc:creator>
  <cp:keywords/>
  <dc:description/>
  <cp:lastModifiedBy>Sam</cp:lastModifiedBy>
  <cp:revision>2</cp:revision>
  <dcterms:created xsi:type="dcterms:W3CDTF">2015-01-19T14:24:00Z</dcterms:created>
  <dcterms:modified xsi:type="dcterms:W3CDTF">2015-01-19T14:24:00Z</dcterms:modified>
</cp:coreProperties>
</file>